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C8D" w:rsidRPr="00211AF5" w:rsidRDefault="004E0C8D" w:rsidP="00211AF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ИТОГОВАЯ КОНТРОЛЬНАЯ РАБОТА</w:t>
      </w:r>
    </w:p>
    <w:p w:rsidR="004E0C8D" w:rsidRPr="00B56BC8" w:rsidRDefault="004E0C8D" w:rsidP="00B56BC8">
      <w:pPr>
        <w:pStyle w:val="NoSpacing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211AF5">
        <w:rPr>
          <w:rFonts w:ascii="Times New Roman" w:hAnsi="Times New Roman"/>
          <w:b/>
          <w:sz w:val="28"/>
          <w:szCs w:val="28"/>
        </w:rPr>
        <w:t xml:space="preserve">по окружающему миру 2 класс </w:t>
      </w:r>
      <w:r w:rsidRPr="00211AF5">
        <w:rPr>
          <w:rFonts w:ascii="Times New Roman" w:hAnsi="Times New Roman"/>
          <w:sz w:val="28"/>
          <w:szCs w:val="28"/>
          <w:vertAlign w:val="superscript"/>
        </w:rPr>
        <w:tab/>
      </w:r>
      <w:r w:rsidRPr="00211AF5">
        <w:rPr>
          <w:rFonts w:ascii="Times New Roman" w:hAnsi="Times New Roman"/>
          <w:b/>
          <w:sz w:val="28"/>
          <w:szCs w:val="28"/>
        </w:rPr>
        <w:t xml:space="preserve"> </w:t>
      </w:r>
    </w:p>
    <w:p w:rsidR="004E0C8D" w:rsidRDefault="004E0C8D" w:rsidP="004F2B78">
      <w:pPr>
        <w:jc w:val="center"/>
        <w:rPr>
          <w:rFonts w:ascii="Times New Roman" w:hAnsi="Times New Roman"/>
          <w:b/>
          <w:sz w:val="28"/>
          <w:szCs w:val="28"/>
        </w:rPr>
      </w:pPr>
    </w:p>
    <w:p w:rsidR="004E0C8D" w:rsidRPr="00211AF5" w:rsidRDefault="004E0C8D" w:rsidP="004F2B78">
      <w:pPr>
        <w:jc w:val="center"/>
        <w:rPr>
          <w:rFonts w:ascii="Times New Roman" w:hAnsi="Times New Roman"/>
          <w:b/>
          <w:sz w:val="28"/>
          <w:szCs w:val="28"/>
        </w:rPr>
      </w:pPr>
      <w:r w:rsidRPr="00211AF5">
        <w:rPr>
          <w:rFonts w:ascii="Times New Roman" w:hAnsi="Times New Roman"/>
          <w:b/>
          <w:sz w:val="28"/>
          <w:szCs w:val="28"/>
        </w:rPr>
        <w:t>Вариант 1.</w:t>
      </w:r>
    </w:p>
    <w:p w:rsidR="004E0C8D" w:rsidRPr="00211AF5" w:rsidRDefault="004E0C8D" w:rsidP="00B55170">
      <w:pPr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1. Назови объект неживой природы.</w:t>
      </w:r>
    </w:p>
    <w:p w:rsidR="004E0C8D" w:rsidRPr="00211AF5" w:rsidRDefault="004E0C8D" w:rsidP="00B55170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сосна                    2) звезда              3) ромашка                 4) воробей</w:t>
      </w:r>
    </w:p>
    <w:p w:rsidR="004E0C8D" w:rsidRPr="00211AF5" w:rsidRDefault="004E0C8D" w:rsidP="00B55170">
      <w:pPr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2. Что относится к природным явлениям?</w:t>
      </w:r>
    </w:p>
    <w:p w:rsidR="004E0C8D" w:rsidRPr="00211AF5" w:rsidRDefault="004E0C8D" w:rsidP="00BE7065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чтение газеты                                    3) снегопад</w:t>
      </w:r>
    </w:p>
    <w:p w:rsidR="004E0C8D" w:rsidRPr="00211AF5" w:rsidRDefault="004E0C8D" w:rsidP="00BE7065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строительство дома                          4) встреча с другом</w:t>
      </w:r>
    </w:p>
    <w:p w:rsidR="004E0C8D" w:rsidRPr="00211AF5" w:rsidRDefault="004E0C8D" w:rsidP="00BE7065">
      <w:pPr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3. Какое явление относится к осадкам?</w:t>
      </w:r>
    </w:p>
    <w:p w:rsidR="004E0C8D" w:rsidRPr="00211AF5" w:rsidRDefault="004E0C8D" w:rsidP="00BE7065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гром                    2) дождь                    3) гололёд                         4) ветер</w:t>
      </w:r>
    </w:p>
    <w:p w:rsidR="004E0C8D" w:rsidRPr="00211AF5" w:rsidRDefault="004E0C8D" w:rsidP="00BE7065">
      <w:pPr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4. К какой группе животных относятся лягушки?</w:t>
      </w:r>
    </w:p>
    <w:p w:rsidR="004E0C8D" w:rsidRPr="00211AF5" w:rsidRDefault="004E0C8D" w:rsidP="00480D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1)к зверям                                           3) к насекомым</w:t>
      </w:r>
    </w:p>
    <w:p w:rsidR="004E0C8D" w:rsidRPr="00211AF5" w:rsidRDefault="004E0C8D" w:rsidP="00480D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2) к земноводным                              4) к рыбам</w:t>
      </w:r>
    </w:p>
    <w:p w:rsidR="004E0C8D" w:rsidRPr="00211AF5" w:rsidRDefault="004E0C8D" w:rsidP="00480D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480D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5. Что производит лёгкая промышленность?</w:t>
      </w:r>
    </w:p>
    <w:p w:rsidR="004E0C8D" w:rsidRPr="00211AF5" w:rsidRDefault="004E0C8D" w:rsidP="00480D0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станки                    2) одежду                            3) шерсть                       4) кино</w:t>
      </w:r>
    </w:p>
    <w:p w:rsidR="004E0C8D" w:rsidRPr="00211AF5" w:rsidRDefault="004E0C8D" w:rsidP="00480D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480D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6. К какому виду транспорта относится вертолёт?</w:t>
      </w:r>
    </w:p>
    <w:p w:rsidR="004E0C8D" w:rsidRPr="00211AF5" w:rsidRDefault="004E0C8D" w:rsidP="00480D0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к водному                                         3) к воздушному</w:t>
      </w:r>
    </w:p>
    <w:p w:rsidR="004E0C8D" w:rsidRPr="00211AF5" w:rsidRDefault="004E0C8D" w:rsidP="00480D0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к наземному                                      4) к подземному</w:t>
      </w:r>
    </w:p>
    <w:p w:rsidR="004E0C8D" w:rsidRPr="00211AF5" w:rsidRDefault="004E0C8D" w:rsidP="00480D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480D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7. Какие функции выполняют лёгкие?</w:t>
      </w:r>
    </w:p>
    <w:p w:rsidR="004E0C8D" w:rsidRPr="00211AF5" w:rsidRDefault="004E0C8D" w:rsidP="00480D0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орган дыхания                                           3) управляют работой организма</w:t>
      </w:r>
    </w:p>
    <w:p w:rsidR="004E0C8D" w:rsidRPr="00211AF5" w:rsidRDefault="004E0C8D" w:rsidP="00480D0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орган пищеварения                                   4) гонят кровь по телу</w:t>
      </w:r>
    </w:p>
    <w:p w:rsidR="004E0C8D" w:rsidRPr="00211AF5" w:rsidRDefault="004E0C8D" w:rsidP="00480D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480D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8. По какому телефону можно вызвать скорую помощь?</w:t>
      </w:r>
    </w:p>
    <w:p w:rsidR="004E0C8D" w:rsidRPr="00211AF5" w:rsidRDefault="004E0C8D" w:rsidP="00480D0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01                       2) 02                              3) 03                           4) 04</w:t>
      </w:r>
    </w:p>
    <w:p w:rsidR="004E0C8D" w:rsidRPr="00211AF5" w:rsidRDefault="004E0C8D" w:rsidP="00480D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480D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9. Как называется земная поверхность, которую мы видим вокруг себя?</w:t>
      </w:r>
    </w:p>
    <w:p w:rsidR="004E0C8D" w:rsidRPr="00211AF5" w:rsidRDefault="004E0C8D" w:rsidP="00480D0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горизонт                                 3) Земля</w:t>
      </w:r>
    </w:p>
    <w:p w:rsidR="004E0C8D" w:rsidRPr="00211AF5" w:rsidRDefault="004E0C8D" w:rsidP="00480D0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линия горизонта                     4) открытая местность</w:t>
      </w:r>
    </w:p>
    <w:p w:rsidR="004E0C8D" w:rsidRPr="00211AF5" w:rsidRDefault="004E0C8D" w:rsidP="00480D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480D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10. Как называются углубления с крутыми склонами на равнинах?</w:t>
      </w:r>
    </w:p>
    <w:p w:rsidR="004E0C8D" w:rsidRPr="00211AF5" w:rsidRDefault="004E0C8D" w:rsidP="00480D0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горы                   2) холмы                             3) овраги                          4) балки</w:t>
      </w:r>
    </w:p>
    <w:p w:rsidR="004E0C8D" w:rsidRPr="00211AF5" w:rsidRDefault="004E0C8D" w:rsidP="00480D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480D0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11AF5">
        <w:rPr>
          <w:rFonts w:ascii="Times New Roman" w:hAnsi="Times New Roman"/>
          <w:sz w:val="28"/>
          <w:szCs w:val="28"/>
        </w:rPr>
        <w:t>1. Что растёт в водоёмах?</w:t>
      </w:r>
    </w:p>
    <w:p w:rsidR="004E0C8D" w:rsidRPr="00211AF5" w:rsidRDefault="004E0C8D" w:rsidP="00480D0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ландыш            2) кувшинка                  3) лютик                         4) вороний глаз</w:t>
      </w:r>
    </w:p>
    <w:p w:rsidR="004E0C8D" w:rsidRPr="00211AF5" w:rsidRDefault="004E0C8D" w:rsidP="001A36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211AF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ИТОГОВАЯ КОНТРОЛЬНАЯ РАБОТА</w:t>
      </w:r>
    </w:p>
    <w:p w:rsidR="004E0C8D" w:rsidRPr="00211AF5" w:rsidRDefault="004E0C8D" w:rsidP="00211AF5">
      <w:pPr>
        <w:pStyle w:val="NoSpacing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211AF5">
        <w:rPr>
          <w:rFonts w:ascii="Times New Roman" w:hAnsi="Times New Roman"/>
          <w:b/>
          <w:sz w:val="28"/>
          <w:szCs w:val="28"/>
        </w:rPr>
        <w:t xml:space="preserve">по окружающему миру 2 класс </w:t>
      </w:r>
    </w:p>
    <w:p w:rsidR="004E0C8D" w:rsidRPr="00211AF5" w:rsidRDefault="004E0C8D" w:rsidP="00B56BC8">
      <w:pPr>
        <w:pStyle w:val="NoSpacing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211AF5">
        <w:rPr>
          <w:rFonts w:ascii="Times New Roman" w:hAnsi="Times New Roman"/>
          <w:sz w:val="28"/>
          <w:szCs w:val="28"/>
          <w:vertAlign w:val="superscript"/>
        </w:rPr>
        <w:tab/>
      </w:r>
    </w:p>
    <w:p w:rsidR="004E0C8D" w:rsidRPr="00211AF5" w:rsidRDefault="004E0C8D" w:rsidP="00211AF5">
      <w:pPr>
        <w:jc w:val="center"/>
        <w:rPr>
          <w:rFonts w:ascii="Times New Roman" w:hAnsi="Times New Roman"/>
          <w:b/>
          <w:sz w:val="28"/>
          <w:szCs w:val="28"/>
        </w:rPr>
      </w:pPr>
      <w:r w:rsidRPr="00211AF5">
        <w:rPr>
          <w:rFonts w:ascii="Times New Roman" w:hAnsi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/>
          <w:b/>
          <w:sz w:val="28"/>
          <w:szCs w:val="28"/>
        </w:rPr>
        <w:t xml:space="preserve">2. </w:t>
      </w:r>
    </w:p>
    <w:p w:rsidR="004E0C8D" w:rsidRPr="00211AF5" w:rsidRDefault="004E0C8D" w:rsidP="00CA79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1. Что относится к живой природе?</w:t>
      </w:r>
    </w:p>
    <w:p w:rsidR="004E0C8D" w:rsidRPr="00211AF5" w:rsidRDefault="004E0C8D" w:rsidP="00CA79C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Солнце                       2) воздух                      3) мухомор                           4) лодка</w:t>
      </w:r>
    </w:p>
    <w:p w:rsidR="004E0C8D" w:rsidRPr="00211AF5" w:rsidRDefault="004E0C8D" w:rsidP="001A36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0C8D" w:rsidRPr="00211AF5" w:rsidRDefault="004E0C8D" w:rsidP="00CA79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2. Назови природное явление, не связанное с изменением сезона?</w:t>
      </w:r>
    </w:p>
    <w:p w:rsidR="004E0C8D" w:rsidRPr="00211AF5" w:rsidRDefault="004E0C8D" w:rsidP="00CA79C9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сильный ветер                        3) листопад</w:t>
      </w:r>
    </w:p>
    <w:p w:rsidR="004E0C8D" w:rsidRPr="00211AF5" w:rsidRDefault="004E0C8D" w:rsidP="00CA79C9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таяние снегов                          4) появление почек на деревьях</w:t>
      </w:r>
    </w:p>
    <w:p w:rsidR="004E0C8D" w:rsidRPr="00211AF5" w:rsidRDefault="004E0C8D" w:rsidP="00CA79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CA79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3. Назови погодное явление.</w:t>
      </w:r>
    </w:p>
    <w:p w:rsidR="004E0C8D" w:rsidRPr="00211AF5" w:rsidRDefault="004E0C8D" w:rsidP="00CA79C9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течение реки                           3) восход Солнца</w:t>
      </w:r>
    </w:p>
    <w:p w:rsidR="004E0C8D" w:rsidRPr="00211AF5" w:rsidRDefault="004E0C8D" w:rsidP="00CA79C9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снегопад                                 4) прилёт птиц</w:t>
      </w:r>
    </w:p>
    <w:p w:rsidR="004E0C8D" w:rsidRPr="00211AF5" w:rsidRDefault="004E0C8D" w:rsidP="00CA79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4. Назови группу животных, к которой относится бабочка.</w:t>
      </w:r>
    </w:p>
    <w:p w:rsidR="004E0C8D" w:rsidRPr="00211AF5" w:rsidRDefault="004E0C8D" w:rsidP="00CA79C9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Насекомые                 2) земноводные                3) птицы                 4) звери</w:t>
      </w:r>
    </w:p>
    <w:p w:rsidR="004E0C8D" w:rsidRPr="00211AF5" w:rsidRDefault="004E0C8D" w:rsidP="00CA79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CA79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5. Что не относится к сельскохозяйственному труду?</w:t>
      </w:r>
    </w:p>
    <w:p w:rsidR="004E0C8D" w:rsidRPr="00211AF5" w:rsidRDefault="004E0C8D" w:rsidP="00CA79C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уборка урожая                      3) выпас скота</w:t>
      </w:r>
    </w:p>
    <w:p w:rsidR="004E0C8D" w:rsidRPr="00211AF5" w:rsidRDefault="004E0C8D" w:rsidP="00CA79C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пошив одежды                      4) посевные работы</w:t>
      </w:r>
    </w:p>
    <w:p w:rsidR="004E0C8D" w:rsidRPr="00211AF5" w:rsidRDefault="004E0C8D" w:rsidP="00CA79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CA79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6. Укажи специальный вид транспорта?</w:t>
      </w:r>
    </w:p>
    <w:p w:rsidR="004E0C8D" w:rsidRPr="00211AF5" w:rsidRDefault="004E0C8D" w:rsidP="00CA79C9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метро                                       3) аварийная газовая служба</w:t>
      </w:r>
    </w:p>
    <w:p w:rsidR="004E0C8D" w:rsidRPr="00211AF5" w:rsidRDefault="004E0C8D" w:rsidP="00CA79C9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самолёт                                     4) автобус</w:t>
      </w:r>
    </w:p>
    <w:p w:rsidR="004E0C8D" w:rsidRPr="00211AF5" w:rsidRDefault="004E0C8D" w:rsidP="00CA79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CA79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7. Какова функция желудка?</w:t>
      </w:r>
    </w:p>
    <w:p w:rsidR="004E0C8D" w:rsidRPr="00211AF5" w:rsidRDefault="004E0C8D" w:rsidP="00CA79C9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Орган дыхания                                          3) там находится мозг</w:t>
      </w:r>
    </w:p>
    <w:p w:rsidR="004E0C8D" w:rsidRPr="00211AF5" w:rsidRDefault="004E0C8D" w:rsidP="00CA79C9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Разносит кровь по телу                             4) орган пищеварения</w:t>
      </w:r>
    </w:p>
    <w:p w:rsidR="004E0C8D" w:rsidRPr="00211AF5" w:rsidRDefault="004E0C8D" w:rsidP="00CA79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CA79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8. По какому телефону звонить, если незнакомый человек пытается открыть дверь?</w:t>
      </w:r>
    </w:p>
    <w:p w:rsidR="004E0C8D" w:rsidRPr="00211AF5" w:rsidRDefault="004E0C8D" w:rsidP="00CA79C9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 xml:space="preserve"> 01                       2) 02                              3) 03                           4) 04</w:t>
      </w:r>
    </w:p>
    <w:p w:rsidR="004E0C8D" w:rsidRPr="00211AF5" w:rsidRDefault="004E0C8D" w:rsidP="00DD27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DD278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9. Куда должен указывать синий конец стрелки компаса?</w:t>
      </w:r>
    </w:p>
    <w:p w:rsidR="004E0C8D" w:rsidRPr="00211AF5" w:rsidRDefault="004E0C8D" w:rsidP="00DD278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на юг       2) на север                3) на запад                       4) всё равно</w:t>
      </w:r>
    </w:p>
    <w:p w:rsidR="004E0C8D" w:rsidRPr="00211AF5" w:rsidRDefault="004E0C8D" w:rsidP="00DD27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DD278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>10. Как называют реку, впадающую в другую реку?</w:t>
      </w:r>
    </w:p>
    <w:p w:rsidR="004E0C8D" w:rsidRPr="00211AF5" w:rsidRDefault="004E0C8D" w:rsidP="00DD278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 xml:space="preserve">исток                                2) устье                               3) приток                4) рукав  </w:t>
      </w:r>
    </w:p>
    <w:p w:rsidR="004E0C8D" w:rsidRPr="00211AF5" w:rsidRDefault="004E0C8D" w:rsidP="00DD27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DD27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11AF5">
        <w:rPr>
          <w:rFonts w:ascii="Times New Roman" w:hAnsi="Times New Roman"/>
          <w:sz w:val="28"/>
          <w:szCs w:val="28"/>
        </w:rPr>
        <w:t xml:space="preserve">1. Что продают в </w:t>
      </w:r>
      <w:r>
        <w:rPr>
          <w:rFonts w:ascii="Times New Roman" w:hAnsi="Times New Roman"/>
          <w:sz w:val="28"/>
          <w:szCs w:val="28"/>
        </w:rPr>
        <w:t xml:space="preserve"> кондитерской лавке</w:t>
      </w:r>
      <w:r w:rsidRPr="00211AF5">
        <w:rPr>
          <w:rFonts w:ascii="Times New Roman" w:hAnsi="Times New Roman"/>
          <w:sz w:val="28"/>
          <w:szCs w:val="28"/>
        </w:rPr>
        <w:t>?</w:t>
      </w:r>
    </w:p>
    <w:p w:rsidR="004E0C8D" w:rsidRPr="00211AF5" w:rsidRDefault="004E0C8D" w:rsidP="00DD278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11AF5">
        <w:rPr>
          <w:rFonts w:ascii="Times New Roman" w:hAnsi="Times New Roman"/>
          <w:sz w:val="28"/>
          <w:szCs w:val="28"/>
        </w:rPr>
        <w:t xml:space="preserve">макароны                   2) рыбу                       3) хлеб                        4) овощи   </w:t>
      </w:r>
    </w:p>
    <w:p w:rsidR="004E0C8D" w:rsidRDefault="004E0C8D" w:rsidP="00DD27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DD27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Default="004E0C8D" w:rsidP="000173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Default="004E0C8D" w:rsidP="000173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Default="004E0C8D" w:rsidP="000173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Default="004E0C8D" w:rsidP="000173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Default="004E0C8D" w:rsidP="000173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C8D" w:rsidRPr="00211AF5" w:rsidRDefault="004E0C8D" w:rsidP="000173DD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E0C8D" w:rsidRPr="00211AF5" w:rsidRDefault="004E0C8D" w:rsidP="000173D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Ключи к ТЕСТУ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3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99"/>
        <w:gridCol w:w="668"/>
      </w:tblGrid>
      <w:tr w:rsidR="004E0C8D" w:rsidRPr="0052223B" w:rsidTr="00B56BC8">
        <w:tc>
          <w:tcPr>
            <w:tcW w:w="353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9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68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5222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E0C8D" w:rsidRPr="0052223B" w:rsidTr="00B56BC8">
        <w:tc>
          <w:tcPr>
            <w:tcW w:w="353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2223B"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9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8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E0C8D" w:rsidRPr="0052223B" w:rsidTr="00B56BC8">
        <w:tc>
          <w:tcPr>
            <w:tcW w:w="353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2223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9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8" w:type="dxa"/>
          </w:tcPr>
          <w:p w:rsidR="004E0C8D" w:rsidRPr="0052223B" w:rsidRDefault="004E0C8D" w:rsidP="005222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22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4E0C8D" w:rsidRPr="00211AF5" w:rsidRDefault="004E0C8D" w:rsidP="000173DD">
      <w:pPr>
        <w:pStyle w:val="ListParagraph"/>
        <w:spacing w:after="0" w:line="240" w:lineRule="auto"/>
        <w:ind w:left="840"/>
        <w:rPr>
          <w:rFonts w:ascii="Times New Roman" w:hAnsi="Times New Roman"/>
          <w:sz w:val="28"/>
          <w:szCs w:val="28"/>
        </w:rPr>
      </w:pPr>
    </w:p>
    <w:sectPr w:rsidR="004E0C8D" w:rsidRPr="00211AF5" w:rsidSect="004F2B78">
      <w:pgSz w:w="11906" w:h="16838"/>
      <w:pgMar w:top="964" w:right="851" w:bottom="102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0442"/>
    <w:multiLevelType w:val="hybridMultilevel"/>
    <w:tmpl w:val="08A64A2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B67468"/>
    <w:multiLevelType w:val="hybridMultilevel"/>
    <w:tmpl w:val="FC22311E"/>
    <w:lvl w:ilvl="0" w:tplc="8AF2E566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07FC075D"/>
    <w:multiLevelType w:val="hybridMultilevel"/>
    <w:tmpl w:val="977627AC"/>
    <w:lvl w:ilvl="0" w:tplc="6FD47358">
      <w:start w:val="1"/>
      <w:numFmt w:val="decimal"/>
      <w:lvlText w:val="%1)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3">
    <w:nsid w:val="0DEA0C15"/>
    <w:multiLevelType w:val="hybridMultilevel"/>
    <w:tmpl w:val="B3FE9D9A"/>
    <w:lvl w:ilvl="0" w:tplc="1ECA887E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4">
    <w:nsid w:val="13F71621"/>
    <w:multiLevelType w:val="hybridMultilevel"/>
    <w:tmpl w:val="0A7A52E8"/>
    <w:lvl w:ilvl="0" w:tplc="FAA09456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5">
    <w:nsid w:val="141475F0"/>
    <w:multiLevelType w:val="hybridMultilevel"/>
    <w:tmpl w:val="058401D6"/>
    <w:lvl w:ilvl="0" w:tplc="61F8DAB6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>
    <w:nsid w:val="14844490"/>
    <w:multiLevelType w:val="hybridMultilevel"/>
    <w:tmpl w:val="02802A10"/>
    <w:lvl w:ilvl="0" w:tplc="FF505DE8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7">
    <w:nsid w:val="14C15665"/>
    <w:multiLevelType w:val="hybridMultilevel"/>
    <w:tmpl w:val="F48434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FD6CBD"/>
    <w:multiLevelType w:val="hybridMultilevel"/>
    <w:tmpl w:val="81900F0C"/>
    <w:lvl w:ilvl="0" w:tplc="2FD0CA46">
      <w:start w:val="1"/>
      <w:numFmt w:val="decimal"/>
      <w:lvlText w:val="%1)"/>
      <w:lvlJc w:val="left"/>
      <w:pPr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9">
    <w:nsid w:val="15562710"/>
    <w:multiLevelType w:val="hybridMultilevel"/>
    <w:tmpl w:val="35CC29A6"/>
    <w:lvl w:ilvl="0" w:tplc="F3E089F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1BAC54D3"/>
    <w:multiLevelType w:val="hybridMultilevel"/>
    <w:tmpl w:val="3BFA46B0"/>
    <w:lvl w:ilvl="0" w:tplc="B23E9622">
      <w:start w:val="1"/>
      <w:numFmt w:val="decimal"/>
      <w:lvlText w:val="%1)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1">
    <w:nsid w:val="1D4A59D7"/>
    <w:multiLevelType w:val="hybridMultilevel"/>
    <w:tmpl w:val="80D6310A"/>
    <w:lvl w:ilvl="0" w:tplc="13BA1F20">
      <w:start w:val="1"/>
      <w:numFmt w:val="decimal"/>
      <w:lvlText w:val="%1)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2">
    <w:nsid w:val="1FA76F70"/>
    <w:multiLevelType w:val="hybridMultilevel"/>
    <w:tmpl w:val="CB2E21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59F0D3B"/>
    <w:multiLevelType w:val="hybridMultilevel"/>
    <w:tmpl w:val="52DAD6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7A93D08"/>
    <w:multiLevelType w:val="hybridMultilevel"/>
    <w:tmpl w:val="C1E27AF8"/>
    <w:lvl w:ilvl="0" w:tplc="680638A6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5">
    <w:nsid w:val="3A7C5F4B"/>
    <w:multiLevelType w:val="hybridMultilevel"/>
    <w:tmpl w:val="BBA42E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A842B81"/>
    <w:multiLevelType w:val="hybridMultilevel"/>
    <w:tmpl w:val="7AD0EFB2"/>
    <w:lvl w:ilvl="0" w:tplc="5A7C9924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7">
    <w:nsid w:val="3B0F6A25"/>
    <w:multiLevelType w:val="hybridMultilevel"/>
    <w:tmpl w:val="9050F4D0"/>
    <w:lvl w:ilvl="0" w:tplc="9EC2E1D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3E836F26"/>
    <w:multiLevelType w:val="hybridMultilevel"/>
    <w:tmpl w:val="5EB49568"/>
    <w:lvl w:ilvl="0" w:tplc="56F67CEE">
      <w:start w:val="1"/>
      <w:numFmt w:val="decimal"/>
      <w:lvlText w:val="%1)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9">
    <w:nsid w:val="3E9C1F0E"/>
    <w:multiLevelType w:val="hybridMultilevel"/>
    <w:tmpl w:val="1534EBAA"/>
    <w:lvl w:ilvl="0" w:tplc="C7DA936C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0">
    <w:nsid w:val="403D304E"/>
    <w:multiLevelType w:val="hybridMultilevel"/>
    <w:tmpl w:val="E61096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2F9140F"/>
    <w:multiLevelType w:val="hybridMultilevel"/>
    <w:tmpl w:val="B9708AD4"/>
    <w:lvl w:ilvl="0" w:tplc="EE9ECDC0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2">
    <w:nsid w:val="496F61CF"/>
    <w:multiLevelType w:val="hybridMultilevel"/>
    <w:tmpl w:val="5680CCEE"/>
    <w:lvl w:ilvl="0" w:tplc="94B46594">
      <w:start w:val="1"/>
      <w:numFmt w:val="decimal"/>
      <w:lvlText w:val="%1)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3">
    <w:nsid w:val="49BB57D2"/>
    <w:multiLevelType w:val="hybridMultilevel"/>
    <w:tmpl w:val="5E9E4FD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BB11B73"/>
    <w:multiLevelType w:val="hybridMultilevel"/>
    <w:tmpl w:val="8ADE0864"/>
    <w:lvl w:ilvl="0" w:tplc="75220808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5">
    <w:nsid w:val="51F72959"/>
    <w:multiLevelType w:val="hybridMultilevel"/>
    <w:tmpl w:val="A6524532"/>
    <w:lvl w:ilvl="0" w:tplc="9858F1C4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6">
    <w:nsid w:val="53727ED0"/>
    <w:multiLevelType w:val="hybridMultilevel"/>
    <w:tmpl w:val="CD3E3F8E"/>
    <w:lvl w:ilvl="0" w:tplc="75A242BE">
      <w:start w:val="1"/>
      <w:numFmt w:val="decimal"/>
      <w:lvlText w:val="%1)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7">
    <w:nsid w:val="5859173A"/>
    <w:multiLevelType w:val="hybridMultilevel"/>
    <w:tmpl w:val="713C76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E617F5C"/>
    <w:multiLevelType w:val="hybridMultilevel"/>
    <w:tmpl w:val="9B0E170C"/>
    <w:lvl w:ilvl="0" w:tplc="5CA0C178">
      <w:start w:val="1"/>
      <w:numFmt w:val="decimal"/>
      <w:lvlText w:val="%1)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9">
    <w:nsid w:val="6E546556"/>
    <w:multiLevelType w:val="hybridMultilevel"/>
    <w:tmpl w:val="7A686766"/>
    <w:lvl w:ilvl="0" w:tplc="3F1A397A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0">
    <w:nsid w:val="719665F6"/>
    <w:multiLevelType w:val="hybridMultilevel"/>
    <w:tmpl w:val="B99628FA"/>
    <w:lvl w:ilvl="0" w:tplc="26804F8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1">
    <w:nsid w:val="75D4103E"/>
    <w:multiLevelType w:val="hybridMultilevel"/>
    <w:tmpl w:val="D20006EE"/>
    <w:lvl w:ilvl="0" w:tplc="C8A4BA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2">
    <w:nsid w:val="7D3C3EA7"/>
    <w:multiLevelType w:val="hybridMultilevel"/>
    <w:tmpl w:val="8D3E0F0E"/>
    <w:lvl w:ilvl="0" w:tplc="7B2E3138">
      <w:start w:val="1"/>
      <w:numFmt w:val="decimal"/>
      <w:lvlText w:val="%1)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33">
    <w:nsid w:val="7D5F7E57"/>
    <w:multiLevelType w:val="hybridMultilevel"/>
    <w:tmpl w:val="31166A36"/>
    <w:lvl w:ilvl="0" w:tplc="9EC2E1D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0"/>
  </w:num>
  <w:num w:numId="2">
    <w:abstractNumId w:val="27"/>
  </w:num>
  <w:num w:numId="3">
    <w:abstractNumId w:val="23"/>
  </w:num>
  <w:num w:numId="4">
    <w:abstractNumId w:val="18"/>
  </w:num>
  <w:num w:numId="5">
    <w:abstractNumId w:val="30"/>
  </w:num>
  <w:num w:numId="6">
    <w:abstractNumId w:val="11"/>
  </w:num>
  <w:num w:numId="7">
    <w:abstractNumId w:val="10"/>
  </w:num>
  <w:num w:numId="8">
    <w:abstractNumId w:val="21"/>
  </w:num>
  <w:num w:numId="9">
    <w:abstractNumId w:val="31"/>
  </w:num>
  <w:num w:numId="10">
    <w:abstractNumId w:val="1"/>
  </w:num>
  <w:num w:numId="11">
    <w:abstractNumId w:val="22"/>
  </w:num>
  <w:num w:numId="12">
    <w:abstractNumId w:val="19"/>
  </w:num>
  <w:num w:numId="13">
    <w:abstractNumId w:val="5"/>
  </w:num>
  <w:num w:numId="14">
    <w:abstractNumId w:val="4"/>
  </w:num>
  <w:num w:numId="15">
    <w:abstractNumId w:val="16"/>
  </w:num>
  <w:num w:numId="16">
    <w:abstractNumId w:val="12"/>
  </w:num>
  <w:num w:numId="17">
    <w:abstractNumId w:val="15"/>
  </w:num>
  <w:num w:numId="18">
    <w:abstractNumId w:val="25"/>
  </w:num>
  <w:num w:numId="19">
    <w:abstractNumId w:val="32"/>
  </w:num>
  <w:num w:numId="20">
    <w:abstractNumId w:val="13"/>
  </w:num>
  <w:num w:numId="21">
    <w:abstractNumId w:val="9"/>
  </w:num>
  <w:num w:numId="22">
    <w:abstractNumId w:val="28"/>
  </w:num>
  <w:num w:numId="23">
    <w:abstractNumId w:val="3"/>
  </w:num>
  <w:num w:numId="24">
    <w:abstractNumId w:val="6"/>
  </w:num>
  <w:num w:numId="25">
    <w:abstractNumId w:val="2"/>
  </w:num>
  <w:num w:numId="26">
    <w:abstractNumId w:val="8"/>
  </w:num>
  <w:num w:numId="27">
    <w:abstractNumId w:val="29"/>
  </w:num>
  <w:num w:numId="28">
    <w:abstractNumId w:val="14"/>
  </w:num>
  <w:num w:numId="29">
    <w:abstractNumId w:val="33"/>
  </w:num>
  <w:num w:numId="30">
    <w:abstractNumId w:val="17"/>
  </w:num>
  <w:num w:numId="31">
    <w:abstractNumId w:val="7"/>
  </w:num>
  <w:num w:numId="32">
    <w:abstractNumId w:val="0"/>
  </w:num>
  <w:num w:numId="33">
    <w:abstractNumId w:val="24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B78"/>
    <w:rsid w:val="000173DD"/>
    <w:rsid w:val="00092F27"/>
    <w:rsid w:val="001418EE"/>
    <w:rsid w:val="001A36BA"/>
    <w:rsid w:val="00211AF5"/>
    <w:rsid w:val="00480D07"/>
    <w:rsid w:val="004E0C8D"/>
    <w:rsid w:val="004F2B78"/>
    <w:rsid w:val="0052223B"/>
    <w:rsid w:val="00847B6A"/>
    <w:rsid w:val="00A37987"/>
    <w:rsid w:val="00B55170"/>
    <w:rsid w:val="00B56BC8"/>
    <w:rsid w:val="00B76CCF"/>
    <w:rsid w:val="00BB4AD2"/>
    <w:rsid w:val="00BC043D"/>
    <w:rsid w:val="00BE7065"/>
    <w:rsid w:val="00CA79C9"/>
    <w:rsid w:val="00D7412F"/>
    <w:rsid w:val="00DB4419"/>
    <w:rsid w:val="00DD2780"/>
    <w:rsid w:val="00EA5FA3"/>
    <w:rsid w:val="00F84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FA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F2B7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551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41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18EE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0173DD"/>
    <w:rPr>
      <w:lang w:eastAsia="en-US"/>
    </w:rPr>
  </w:style>
  <w:style w:type="character" w:styleId="Hyperlink">
    <w:name w:val="Hyperlink"/>
    <w:basedOn w:val="DefaultParagraphFont"/>
    <w:uiPriority w:val="99"/>
    <w:rsid w:val="000173DD"/>
    <w:rPr>
      <w:rFonts w:cs="Times New Roman"/>
      <w:color w:val="0000FF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0173DD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0173DD"/>
    <w:pPr>
      <w:widowControl w:val="0"/>
      <w:shd w:val="clear" w:color="auto" w:fill="FFFFFF"/>
      <w:spacing w:before="240" w:after="60" w:line="240" w:lineRule="atLeast"/>
      <w:jc w:val="center"/>
    </w:pPr>
    <w:rPr>
      <w:rFonts w:ascii="Times New Roman" w:eastAsia="Times New Roman" w:hAnsi="Times New Roman"/>
      <w:sz w:val="20"/>
      <w:szCs w:val="20"/>
    </w:rPr>
  </w:style>
  <w:style w:type="character" w:customStyle="1" w:styleId="4Exact">
    <w:name w:val="Основной текст (4) Exact"/>
    <w:basedOn w:val="4"/>
    <w:uiPriority w:val="99"/>
    <w:rsid w:val="000173DD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3</Pages>
  <Words>552</Words>
  <Characters>3149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Windows User</cp:lastModifiedBy>
  <cp:revision>4</cp:revision>
  <dcterms:created xsi:type="dcterms:W3CDTF">2018-04-18T09:38:00Z</dcterms:created>
  <dcterms:modified xsi:type="dcterms:W3CDTF">2021-05-12T19:39:00Z</dcterms:modified>
</cp:coreProperties>
</file>